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F3B757" w14:textId="05F3DC4A" w:rsidR="000A71A0" w:rsidRPr="00A375C8" w:rsidRDefault="00800806" w:rsidP="007E0F0F">
      <w:pPr>
        <w:ind w:left="5245"/>
        <w:rPr>
          <w:rFonts w:asciiTheme="minorHAnsi" w:eastAsia="Calibri" w:hAnsiTheme="minorHAnsi" w:cstheme="minorHAnsi"/>
          <w:b/>
          <w:lang w:eastAsia="en-US"/>
        </w:rPr>
      </w:pPr>
      <w:r w:rsidRPr="00A375C8">
        <w:rPr>
          <w:rFonts w:asciiTheme="minorHAnsi" w:eastAsia="Calibri" w:hAnsiTheme="minorHAnsi" w:cstheme="minorHAnsi"/>
          <w:b/>
          <w:lang w:eastAsia="en-US"/>
        </w:rPr>
        <w:t>Pan</w:t>
      </w:r>
    </w:p>
    <w:p w14:paraId="5F648BE2" w14:textId="77777777" w:rsidR="00F76BF7" w:rsidRPr="00A375C8" w:rsidRDefault="00F76BF7" w:rsidP="007E0F0F">
      <w:pPr>
        <w:ind w:left="4536" w:firstLine="708"/>
        <w:rPr>
          <w:rFonts w:asciiTheme="minorHAnsi" w:eastAsia="Calibri" w:hAnsiTheme="minorHAnsi" w:cstheme="minorHAnsi"/>
          <w:b/>
          <w:bCs/>
          <w:lang w:eastAsia="en-US"/>
        </w:rPr>
      </w:pPr>
      <w:r w:rsidRPr="00A375C8">
        <w:rPr>
          <w:rFonts w:asciiTheme="minorHAnsi" w:eastAsia="Calibri" w:hAnsiTheme="minorHAnsi" w:cstheme="minorHAnsi"/>
          <w:b/>
          <w:bCs/>
          <w:lang w:eastAsia="en-US"/>
        </w:rPr>
        <w:t>Jacek Paziewski</w:t>
      </w:r>
    </w:p>
    <w:p w14:paraId="29C6F38D" w14:textId="77777777" w:rsidR="008A1D3B" w:rsidRPr="00A375C8" w:rsidRDefault="008A1D3B" w:rsidP="007E0F0F">
      <w:pPr>
        <w:ind w:left="4536" w:firstLine="708"/>
        <w:rPr>
          <w:rFonts w:asciiTheme="minorHAnsi" w:eastAsia="Calibri" w:hAnsiTheme="minorHAnsi" w:cstheme="minorHAnsi"/>
          <w:b/>
          <w:lang w:eastAsia="en-US"/>
        </w:rPr>
      </w:pPr>
      <w:r w:rsidRPr="00A375C8">
        <w:rPr>
          <w:rFonts w:asciiTheme="minorHAnsi" w:eastAsia="Calibri" w:hAnsiTheme="minorHAnsi" w:cstheme="minorHAnsi"/>
          <w:b/>
          <w:lang w:eastAsia="en-US"/>
        </w:rPr>
        <w:t>S</w:t>
      </w:r>
      <w:r w:rsidR="005F7E56" w:rsidRPr="00A375C8">
        <w:rPr>
          <w:rFonts w:asciiTheme="minorHAnsi" w:eastAsia="Calibri" w:hAnsiTheme="minorHAnsi" w:cstheme="minorHAnsi"/>
          <w:b/>
          <w:lang w:eastAsia="en-US"/>
        </w:rPr>
        <w:t xml:space="preserve">ekretarz </w:t>
      </w:r>
      <w:r w:rsidRPr="00A375C8">
        <w:rPr>
          <w:rFonts w:asciiTheme="minorHAnsi" w:eastAsia="Calibri" w:hAnsiTheme="minorHAnsi" w:cstheme="minorHAnsi"/>
          <w:b/>
          <w:lang w:eastAsia="en-US"/>
        </w:rPr>
        <w:t xml:space="preserve">Komitetu </w:t>
      </w:r>
    </w:p>
    <w:p w14:paraId="0F610E1E" w14:textId="7C455CFE" w:rsidR="00665688" w:rsidRPr="00A375C8" w:rsidRDefault="008A1D3B" w:rsidP="007E0F0F">
      <w:pPr>
        <w:ind w:left="4536" w:firstLine="708"/>
        <w:rPr>
          <w:rFonts w:asciiTheme="minorHAnsi" w:eastAsia="Calibri" w:hAnsiTheme="minorHAnsi" w:cstheme="minorHAnsi"/>
          <w:b/>
          <w:lang w:eastAsia="en-US"/>
        </w:rPr>
      </w:pPr>
      <w:r w:rsidRPr="00A375C8">
        <w:rPr>
          <w:rFonts w:asciiTheme="minorHAnsi" w:eastAsia="Calibri" w:hAnsiTheme="minorHAnsi" w:cstheme="minorHAnsi"/>
          <w:b/>
          <w:lang w:eastAsia="en-US"/>
        </w:rPr>
        <w:t xml:space="preserve">Rady Ministrów do spraw Cyfryzacji </w:t>
      </w:r>
    </w:p>
    <w:p w14:paraId="295367EE" w14:textId="469C4CEE" w:rsidR="000A71A0" w:rsidRPr="00A375C8" w:rsidRDefault="00ED795C" w:rsidP="004156CC">
      <w:pPr>
        <w:spacing w:before="600" w:after="120"/>
        <w:rPr>
          <w:rFonts w:asciiTheme="minorHAnsi" w:eastAsia="Calibri" w:hAnsiTheme="minorHAnsi" w:cstheme="minorHAnsi"/>
          <w:i/>
          <w:iCs/>
          <w:lang w:eastAsia="en-US"/>
        </w:rPr>
      </w:pPr>
      <w:r w:rsidRPr="00A375C8">
        <w:rPr>
          <w:rFonts w:asciiTheme="minorHAnsi" w:eastAsia="Calibri" w:hAnsiTheme="minorHAnsi" w:cstheme="minorHAnsi"/>
          <w:i/>
          <w:iCs/>
          <w:lang w:eastAsia="en-US"/>
        </w:rPr>
        <w:t>Szanown</w:t>
      </w:r>
      <w:r w:rsidR="00DC5F70" w:rsidRPr="00A375C8">
        <w:rPr>
          <w:rFonts w:asciiTheme="minorHAnsi" w:eastAsia="Calibri" w:hAnsiTheme="minorHAnsi" w:cstheme="minorHAnsi"/>
          <w:i/>
          <w:iCs/>
          <w:lang w:eastAsia="en-US"/>
        </w:rPr>
        <w:t>y</w:t>
      </w:r>
      <w:r w:rsidRPr="00A375C8">
        <w:rPr>
          <w:rFonts w:asciiTheme="minorHAnsi" w:eastAsia="Calibri" w:hAnsiTheme="minorHAnsi" w:cstheme="minorHAnsi"/>
          <w:i/>
          <w:iCs/>
          <w:lang w:eastAsia="en-US"/>
        </w:rPr>
        <w:t xml:space="preserve"> Pani</w:t>
      </w:r>
      <w:r w:rsidR="00DC5F70" w:rsidRPr="00A375C8">
        <w:rPr>
          <w:rFonts w:asciiTheme="minorHAnsi" w:eastAsia="Calibri" w:hAnsiTheme="minorHAnsi" w:cstheme="minorHAnsi"/>
          <w:i/>
          <w:iCs/>
          <w:lang w:eastAsia="en-US"/>
        </w:rPr>
        <w:t>e</w:t>
      </w:r>
      <w:r w:rsidR="008A66B6">
        <w:rPr>
          <w:rFonts w:asciiTheme="minorHAnsi" w:eastAsia="Calibri" w:hAnsiTheme="minorHAnsi" w:cstheme="minorHAnsi"/>
          <w:i/>
          <w:iCs/>
          <w:lang w:eastAsia="en-US"/>
        </w:rPr>
        <w:t xml:space="preserve"> Sek</w:t>
      </w:r>
      <w:bookmarkStart w:id="0" w:name="_GoBack"/>
      <w:bookmarkEnd w:id="0"/>
      <w:r w:rsidR="008A66B6">
        <w:rPr>
          <w:rFonts w:asciiTheme="minorHAnsi" w:eastAsia="Calibri" w:hAnsiTheme="minorHAnsi" w:cstheme="minorHAnsi"/>
          <w:i/>
          <w:iCs/>
          <w:lang w:eastAsia="en-US"/>
        </w:rPr>
        <w:t>retarzu</w:t>
      </w:r>
      <w:r w:rsidR="00E32DC4" w:rsidRPr="00A375C8">
        <w:rPr>
          <w:rFonts w:asciiTheme="minorHAnsi" w:eastAsia="Calibri" w:hAnsiTheme="minorHAnsi" w:cstheme="minorHAnsi"/>
          <w:i/>
          <w:iCs/>
          <w:lang w:eastAsia="en-US"/>
        </w:rPr>
        <w:t>,</w:t>
      </w:r>
    </w:p>
    <w:p w14:paraId="3F9DBBFA" w14:textId="7CC68AB5" w:rsidR="00FC2461" w:rsidRPr="00A375C8" w:rsidRDefault="004156CC" w:rsidP="00FC2461">
      <w:pPr>
        <w:tabs>
          <w:tab w:val="left" w:pos="3480"/>
        </w:tabs>
        <w:spacing w:after="120"/>
        <w:rPr>
          <w:rFonts w:asciiTheme="minorHAnsi" w:eastAsia="Calibri" w:hAnsiTheme="minorHAnsi" w:cstheme="minorHAnsi"/>
          <w:b/>
          <w:bCs/>
          <w:iCs/>
          <w:lang w:eastAsia="en-US"/>
        </w:rPr>
      </w:pPr>
      <w:r>
        <w:rPr>
          <w:rFonts w:asciiTheme="minorHAnsi" w:eastAsia="Calibri" w:hAnsiTheme="minorHAnsi" w:cstheme="minorHAnsi"/>
          <w:bCs/>
          <w:iCs/>
          <w:lang w:eastAsia="en-US"/>
        </w:rPr>
        <w:t>w</w:t>
      </w:r>
      <w:r w:rsidR="00FB1B43" w:rsidRPr="00A375C8">
        <w:rPr>
          <w:rFonts w:asciiTheme="minorHAnsi" w:eastAsia="Calibri" w:hAnsiTheme="minorHAnsi" w:cstheme="minorHAnsi"/>
          <w:bCs/>
          <w:iCs/>
          <w:lang w:eastAsia="en-US"/>
        </w:rPr>
        <w:t xml:space="preserve"> nawiązaniu </w:t>
      </w:r>
      <w:r w:rsidR="007B6315" w:rsidRPr="00A375C8">
        <w:rPr>
          <w:rFonts w:asciiTheme="minorHAnsi" w:eastAsia="Calibri" w:hAnsiTheme="minorHAnsi" w:cstheme="minorHAnsi"/>
          <w:bCs/>
          <w:iCs/>
          <w:lang w:eastAsia="en-US"/>
        </w:rPr>
        <w:t xml:space="preserve">do </w:t>
      </w:r>
      <w:r w:rsidR="00FB1B43" w:rsidRPr="00A375C8">
        <w:rPr>
          <w:rFonts w:asciiTheme="minorHAnsi" w:eastAsia="Calibri" w:hAnsiTheme="minorHAnsi" w:cstheme="minorHAnsi"/>
          <w:bCs/>
          <w:iCs/>
          <w:lang w:eastAsia="en-US"/>
        </w:rPr>
        <w:t>pism</w:t>
      </w:r>
      <w:r w:rsidR="00161846" w:rsidRPr="00A375C8">
        <w:rPr>
          <w:rFonts w:asciiTheme="minorHAnsi" w:eastAsia="Calibri" w:hAnsiTheme="minorHAnsi" w:cstheme="minorHAnsi"/>
          <w:bCs/>
          <w:iCs/>
          <w:lang w:eastAsia="en-US"/>
        </w:rPr>
        <w:t>a</w:t>
      </w:r>
      <w:r w:rsidR="00FB1B43" w:rsidRPr="00A375C8">
        <w:rPr>
          <w:rFonts w:asciiTheme="minorHAnsi" w:eastAsia="Calibri" w:hAnsiTheme="minorHAnsi" w:cstheme="minorHAnsi"/>
          <w:bCs/>
          <w:iCs/>
          <w:lang w:eastAsia="en-US"/>
        </w:rPr>
        <w:t xml:space="preserve"> z dnia 2 lipca </w:t>
      </w:r>
      <w:r w:rsidR="00FC2461" w:rsidRPr="00A375C8">
        <w:rPr>
          <w:rFonts w:asciiTheme="minorHAnsi" w:eastAsia="Calibri" w:hAnsiTheme="minorHAnsi" w:cstheme="minorHAnsi"/>
          <w:bCs/>
          <w:iCs/>
          <w:lang w:eastAsia="en-US"/>
        </w:rPr>
        <w:t> </w:t>
      </w:r>
      <w:r w:rsidR="004F221F" w:rsidRPr="00A375C8">
        <w:rPr>
          <w:rFonts w:asciiTheme="minorHAnsi" w:eastAsia="Calibri" w:hAnsiTheme="minorHAnsi" w:cstheme="minorHAnsi"/>
          <w:bCs/>
          <w:iCs/>
          <w:lang w:eastAsia="en-US"/>
        </w:rPr>
        <w:t xml:space="preserve">br. </w:t>
      </w:r>
      <w:r w:rsidR="00161846" w:rsidRPr="00A375C8">
        <w:rPr>
          <w:rFonts w:asciiTheme="minorHAnsi" w:eastAsia="Calibri" w:hAnsiTheme="minorHAnsi" w:cstheme="minorHAnsi"/>
          <w:bCs/>
          <w:iCs/>
          <w:lang w:eastAsia="en-US"/>
        </w:rPr>
        <w:t xml:space="preserve">przekazującego </w:t>
      </w:r>
      <w:r w:rsidR="008241E2" w:rsidRPr="00A375C8">
        <w:rPr>
          <w:rFonts w:asciiTheme="minorHAnsi" w:eastAsiaTheme="minorHAnsi" w:hAnsiTheme="minorHAnsi" w:cstheme="minorHAnsi"/>
          <w:b/>
          <w:lang w:eastAsia="en-US"/>
        </w:rPr>
        <w:t>projekt uchwały Rady Ministrów zmieniającej uchwałę w sprawie przyjęcia programu rozwoju „Program Zintegrowanej Informatyzacji Państwa”</w:t>
      </w:r>
      <w:r w:rsidR="00FC2461" w:rsidRPr="00A375C8">
        <w:rPr>
          <w:rFonts w:asciiTheme="minorHAnsi" w:eastAsia="Calibri" w:hAnsiTheme="minorHAnsi" w:cstheme="minorHAnsi"/>
          <w:bCs/>
          <w:iCs/>
          <w:lang w:eastAsia="en-US"/>
        </w:rPr>
        <w:t xml:space="preserve"> do rozpatrzenia przez Komitet Rady Ministrów do spraw Cyfryzacji</w:t>
      </w:r>
      <w:r w:rsidR="004F221F" w:rsidRPr="00A375C8">
        <w:rPr>
          <w:rFonts w:asciiTheme="minorHAnsi" w:eastAsia="Calibri" w:hAnsiTheme="minorHAnsi" w:cstheme="minorHAnsi"/>
          <w:bCs/>
          <w:iCs/>
          <w:lang w:eastAsia="en-US"/>
        </w:rPr>
        <w:t xml:space="preserve">, uprzejmie informuję, że projekt uzyskał pozytywną opinię </w:t>
      </w:r>
      <w:r w:rsidR="004F221F" w:rsidRPr="00A375C8">
        <w:rPr>
          <w:rFonts w:asciiTheme="minorHAnsi" w:hAnsiTheme="minorHAnsi" w:cstheme="minorHAnsi"/>
        </w:rPr>
        <w:t>Komisji Wspólnej Rządu i</w:t>
      </w:r>
      <w:r w:rsidR="0089783C" w:rsidRPr="00A375C8">
        <w:rPr>
          <w:rFonts w:asciiTheme="minorHAnsi" w:hAnsiTheme="minorHAnsi" w:cstheme="minorHAnsi"/>
        </w:rPr>
        <w:t> </w:t>
      </w:r>
      <w:r w:rsidR="004F221F" w:rsidRPr="00A375C8">
        <w:rPr>
          <w:rFonts w:asciiTheme="minorHAnsi" w:hAnsiTheme="minorHAnsi" w:cstheme="minorHAnsi"/>
        </w:rPr>
        <w:t>Samorządu Terytorialnego</w:t>
      </w:r>
      <w:r w:rsidR="004F221F" w:rsidRPr="00A375C8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89783C" w:rsidRPr="00A375C8">
        <w:rPr>
          <w:rFonts w:asciiTheme="minorHAnsi" w:eastAsia="Calibri" w:hAnsiTheme="minorHAnsi" w:cstheme="minorHAnsi"/>
          <w:bCs/>
          <w:iCs/>
          <w:lang w:eastAsia="en-US"/>
        </w:rPr>
        <w:t xml:space="preserve">na posiedzeniu </w:t>
      </w:r>
      <w:r w:rsidR="004F221F" w:rsidRPr="00A375C8">
        <w:rPr>
          <w:rFonts w:asciiTheme="minorHAnsi" w:hAnsiTheme="minorHAnsi" w:cstheme="minorHAnsi"/>
          <w:bCs/>
          <w:iCs/>
        </w:rPr>
        <w:t>w dniu 21 lipca br.</w:t>
      </w:r>
    </w:p>
    <w:p w14:paraId="61614DA6" w14:textId="77777777" w:rsidR="000A71A0" w:rsidRPr="00A375C8" w:rsidRDefault="00800806" w:rsidP="008541EF">
      <w:pPr>
        <w:spacing w:before="600" w:after="120"/>
        <w:ind w:left="4860"/>
        <w:jc w:val="center"/>
        <w:rPr>
          <w:rFonts w:asciiTheme="minorHAnsi" w:hAnsiTheme="minorHAnsi" w:cstheme="minorHAnsi"/>
          <w:i/>
          <w:iCs/>
        </w:rPr>
      </w:pPr>
      <w:r w:rsidRPr="00A375C8">
        <w:rPr>
          <w:rFonts w:asciiTheme="minorHAnsi" w:hAnsiTheme="minorHAnsi" w:cstheme="minorHAnsi"/>
          <w:i/>
          <w:iCs/>
        </w:rPr>
        <w:t>Z poważaniem</w:t>
      </w:r>
    </w:p>
    <w:p w14:paraId="507BDA49" w14:textId="66A41299" w:rsidR="000A71A0" w:rsidRPr="00A375C8" w:rsidRDefault="00800806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A375C8">
        <w:rPr>
          <w:rFonts w:asciiTheme="minorHAnsi" w:hAnsiTheme="minorHAnsi" w:cstheme="minorHAnsi"/>
          <w:b/>
          <w:bCs/>
        </w:rPr>
        <w:t xml:space="preserve">z up. </w:t>
      </w:r>
      <w:r w:rsidR="00C072AD" w:rsidRPr="00A375C8">
        <w:rPr>
          <w:rFonts w:asciiTheme="minorHAnsi" w:hAnsiTheme="minorHAnsi" w:cstheme="minorHAnsi"/>
          <w:b/>
          <w:bCs/>
        </w:rPr>
        <w:t>Janusz Cieszyński</w:t>
      </w:r>
    </w:p>
    <w:p w14:paraId="3A71F5C4" w14:textId="77777777" w:rsidR="000A71A0" w:rsidRPr="00A375C8" w:rsidRDefault="00800806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A375C8">
        <w:rPr>
          <w:rFonts w:asciiTheme="minorHAnsi" w:hAnsiTheme="minorHAnsi" w:cstheme="minorHAnsi"/>
          <w:b/>
          <w:bCs/>
        </w:rPr>
        <w:t>Sekretarz Stanu</w:t>
      </w:r>
    </w:p>
    <w:p w14:paraId="40EE327A" w14:textId="77777777" w:rsidR="00EA13E5" w:rsidRPr="00A375C8" w:rsidRDefault="00800806" w:rsidP="008541EF">
      <w:pPr>
        <w:spacing w:after="120"/>
        <w:ind w:left="4859"/>
        <w:jc w:val="center"/>
        <w:rPr>
          <w:rFonts w:asciiTheme="minorHAnsi" w:hAnsiTheme="minorHAnsi" w:cstheme="minorHAnsi"/>
          <w:b/>
          <w:bCs/>
        </w:rPr>
      </w:pPr>
      <w:r w:rsidRPr="00A375C8">
        <w:rPr>
          <w:rFonts w:asciiTheme="minorHAnsi" w:hAnsiTheme="minorHAnsi" w:cstheme="minorHAnsi"/>
          <w:b/>
          <w:bCs/>
        </w:rPr>
        <w:t>w Kancelarii Prezesa Rady Ministrów</w:t>
      </w:r>
    </w:p>
    <w:p w14:paraId="3527778E" w14:textId="77777777" w:rsidR="000A71A0" w:rsidRPr="0033475C" w:rsidRDefault="00800806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sectPr w:rsidR="000A71A0" w:rsidRPr="0033475C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025119" w14:textId="77777777" w:rsidR="00474B7B" w:rsidRDefault="00474B7B">
      <w:r>
        <w:separator/>
      </w:r>
    </w:p>
  </w:endnote>
  <w:endnote w:type="continuationSeparator" w:id="0">
    <w:p w14:paraId="06EE4AE7" w14:textId="77777777" w:rsidR="00474B7B" w:rsidRDefault="00474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7E9A5" w14:textId="77777777" w:rsidR="005E753F" w:rsidRDefault="0080080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080ED6C" wp14:editId="4D213AF3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8FDD53" w14:textId="77777777" w:rsidR="005E753F" w:rsidRDefault="00800806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080ED6C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438FDD53" w14:textId="77777777" w:rsidR="005E753F" w:rsidRDefault="00800806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EDF59A4" wp14:editId="297EA87E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52B745" w14:textId="77777777" w:rsidR="00AE7731" w:rsidRDefault="00800806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27D318F1" wp14:editId="68709EFA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E135D5" w14:textId="77777777" w:rsidR="00474B7B" w:rsidRDefault="00474B7B">
      <w:r>
        <w:separator/>
      </w:r>
    </w:p>
  </w:footnote>
  <w:footnote w:type="continuationSeparator" w:id="0">
    <w:p w14:paraId="023602B6" w14:textId="77777777" w:rsidR="00474B7B" w:rsidRDefault="00474B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399768" w14:textId="77777777" w:rsidR="007018D3" w:rsidRDefault="00474B7B" w:rsidP="007018D3">
    <w:pPr>
      <w:pStyle w:val="Nagwek"/>
      <w:jc w:val="right"/>
    </w:pPr>
  </w:p>
  <w:p w14:paraId="02725DBB" w14:textId="77777777" w:rsidR="007018D3" w:rsidRDefault="00474B7B" w:rsidP="007018D3">
    <w:pPr>
      <w:pStyle w:val="Nagwek"/>
      <w:jc w:val="right"/>
    </w:pPr>
  </w:p>
  <w:p w14:paraId="7882869A" w14:textId="06327873" w:rsidR="004633D0" w:rsidRDefault="00800806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B12C149" wp14:editId="198E13B8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8A2C25" w14:textId="62EA9CC2" w:rsidR="0033475C" w:rsidRPr="00DA3527" w:rsidRDefault="00905A67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905A67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DRC.WL.06111.2.2021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B12C1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568A2C25" w14:textId="62EA9CC2" w:rsidR="0033475C" w:rsidRPr="00DA3527" w:rsidRDefault="00905A67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905A67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DRC.WL.06111.2.2021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A97399B" wp14:editId="1689DF4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F89388" w14:textId="77777777" w:rsidR="007018D3" w:rsidRPr="00495DA1" w:rsidRDefault="00800806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A97399B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78F89388" w14:textId="77777777" w:rsidR="007018D3" w:rsidRPr="00495DA1" w:rsidRDefault="00800806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4246827A" wp14:editId="26084F33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Warszawa, </w:t>
    </w:r>
    <w:r w:rsidR="007E0F0F">
      <w:t>dnia  lipca 2021</w:t>
    </w:r>
    <w:bookmarkStart w:id="1" w:name="ezdDataPodpisu"/>
    <w:bookmarkEnd w:id="1"/>
    <w: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E56"/>
    <w:rsid w:val="00021DB7"/>
    <w:rsid w:val="00091413"/>
    <w:rsid w:val="000C7006"/>
    <w:rsid w:val="000D5BE7"/>
    <w:rsid w:val="000E00FB"/>
    <w:rsid w:val="001065C2"/>
    <w:rsid w:val="001108E0"/>
    <w:rsid w:val="00131E4C"/>
    <w:rsid w:val="00141935"/>
    <w:rsid w:val="00143B60"/>
    <w:rsid w:val="00155C58"/>
    <w:rsid w:val="00156771"/>
    <w:rsid w:val="00161846"/>
    <w:rsid w:val="001A64A4"/>
    <w:rsid w:val="001B53DC"/>
    <w:rsid w:val="00202441"/>
    <w:rsid w:val="00210F06"/>
    <w:rsid w:val="0021109B"/>
    <w:rsid w:val="00211A1E"/>
    <w:rsid w:val="00250659"/>
    <w:rsid w:val="0025784F"/>
    <w:rsid w:val="00263292"/>
    <w:rsid w:val="00270126"/>
    <w:rsid w:val="00270492"/>
    <w:rsid w:val="002B23C4"/>
    <w:rsid w:val="002B2F27"/>
    <w:rsid w:val="00300251"/>
    <w:rsid w:val="003009AB"/>
    <w:rsid w:val="00333EF7"/>
    <w:rsid w:val="003353C7"/>
    <w:rsid w:val="00391928"/>
    <w:rsid w:val="00395F58"/>
    <w:rsid w:val="003A1D32"/>
    <w:rsid w:val="003D2D3F"/>
    <w:rsid w:val="00401A47"/>
    <w:rsid w:val="004156CC"/>
    <w:rsid w:val="004373FE"/>
    <w:rsid w:val="00474B7B"/>
    <w:rsid w:val="004B5188"/>
    <w:rsid w:val="004D7118"/>
    <w:rsid w:val="004D743E"/>
    <w:rsid w:val="004F221F"/>
    <w:rsid w:val="00503A66"/>
    <w:rsid w:val="0056690C"/>
    <w:rsid w:val="0057174F"/>
    <w:rsid w:val="0057318D"/>
    <w:rsid w:val="00573954"/>
    <w:rsid w:val="005A73DD"/>
    <w:rsid w:val="005C156B"/>
    <w:rsid w:val="005C42E5"/>
    <w:rsid w:val="005F7E56"/>
    <w:rsid w:val="00600D1E"/>
    <w:rsid w:val="0062015D"/>
    <w:rsid w:val="00633EB4"/>
    <w:rsid w:val="00665688"/>
    <w:rsid w:val="00680E2E"/>
    <w:rsid w:val="006B12E5"/>
    <w:rsid w:val="006B5B2C"/>
    <w:rsid w:val="006C3659"/>
    <w:rsid w:val="006D6565"/>
    <w:rsid w:val="00712065"/>
    <w:rsid w:val="00720E91"/>
    <w:rsid w:val="007269B1"/>
    <w:rsid w:val="00737702"/>
    <w:rsid w:val="00773543"/>
    <w:rsid w:val="00781CBC"/>
    <w:rsid w:val="007900CF"/>
    <w:rsid w:val="007B6315"/>
    <w:rsid w:val="007D2F5C"/>
    <w:rsid w:val="007E0F0F"/>
    <w:rsid w:val="007E3C66"/>
    <w:rsid w:val="00800806"/>
    <w:rsid w:val="00816F1B"/>
    <w:rsid w:val="008241E2"/>
    <w:rsid w:val="008541EF"/>
    <w:rsid w:val="00862010"/>
    <w:rsid w:val="008753E8"/>
    <w:rsid w:val="00880551"/>
    <w:rsid w:val="00895496"/>
    <w:rsid w:val="0089783C"/>
    <w:rsid w:val="008A1D3B"/>
    <w:rsid w:val="008A66B6"/>
    <w:rsid w:val="008B34EF"/>
    <w:rsid w:val="008B44E4"/>
    <w:rsid w:val="008B614E"/>
    <w:rsid w:val="008D3BCA"/>
    <w:rsid w:val="008E17EC"/>
    <w:rsid w:val="008F0896"/>
    <w:rsid w:val="00905A67"/>
    <w:rsid w:val="00911DE6"/>
    <w:rsid w:val="0094441E"/>
    <w:rsid w:val="00950D01"/>
    <w:rsid w:val="00962CF6"/>
    <w:rsid w:val="00974516"/>
    <w:rsid w:val="00981A4C"/>
    <w:rsid w:val="009F301A"/>
    <w:rsid w:val="00A375C8"/>
    <w:rsid w:val="00A61EF6"/>
    <w:rsid w:val="00A62120"/>
    <w:rsid w:val="00A73B0F"/>
    <w:rsid w:val="00A7580D"/>
    <w:rsid w:val="00A86A24"/>
    <w:rsid w:val="00AC2C33"/>
    <w:rsid w:val="00AD13B4"/>
    <w:rsid w:val="00AD25B0"/>
    <w:rsid w:val="00AE5C66"/>
    <w:rsid w:val="00B10FE8"/>
    <w:rsid w:val="00B92CA8"/>
    <w:rsid w:val="00B9713D"/>
    <w:rsid w:val="00BC0650"/>
    <w:rsid w:val="00BD45F4"/>
    <w:rsid w:val="00C000E7"/>
    <w:rsid w:val="00C072AD"/>
    <w:rsid w:val="00C0739B"/>
    <w:rsid w:val="00C20D32"/>
    <w:rsid w:val="00C80EE6"/>
    <w:rsid w:val="00C83F1F"/>
    <w:rsid w:val="00CA0B38"/>
    <w:rsid w:val="00CA71E5"/>
    <w:rsid w:val="00CB6AEB"/>
    <w:rsid w:val="00CC55E0"/>
    <w:rsid w:val="00CD2EB8"/>
    <w:rsid w:val="00CE59B0"/>
    <w:rsid w:val="00CF32C3"/>
    <w:rsid w:val="00D12BE4"/>
    <w:rsid w:val="00D52468"/>
    <w:rsid w:val="00D57C88"/>
    <w:rsid w:val="00D8099A"/>
    <w:rsid w:val="00DA0BAF"/>
    <w:rsid w:val="00DC5F70"/>
    <w:rsid w:val="00DD2EA6"/>
    <w:rsid w:val="00DD7D26"/>
    <w:rsid w:val="00DF5F6D"/>
    <w:rsid w:val="00E102EA"/>
    <w:rsid w:val="00E32DC4"/>
    <w:rsid w:val="00E643FE"/>
    <w:rsid w:val="00ED795C"/>
    <w:rsid w:val="00EE578D"/>
    <w:rsid w:val="00EF3E80"/>
    <w:rsid w:val="00F00AF0"/>
    <w:rsid w:val="00F43A65"/>
    <w:rsid w:val="00F5031F"/>
    <w:rsid w:val="00F76BF7"/>
    <w:rsid w:val="00FA32B5"/>
    <w:rsid w:val="00FA7B2A"/>
    <w:rsid w:val="00FB1B43"/>
    <w:rsid w:val="00FC2461"/>
    <w:rsid w:val="00FC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D6AF3B"/>
  <w15:docId w15:val="{21560E7E-1195-44B9-BB33-E365B2885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3A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7E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7E56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7E56"/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E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E56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Domylnaczcionkaakapitu"/>
    <w:rsid w:val="007900CF"/>
  </w:style>
  <w:style w:type="character" w:customStyle="1" w:styleId="Nagwek1Znak">
    <w:name w:val="Nagłówek 1 Znak"/>
    <w:basedOn w:val="Domylnaczcionkaakapitu"/>
    <w:link w:val="Nagwek1"/>
    <w:uiPriority w:val="9"/>
    <w:rsid w:val="00503A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503A66"/>
    <w:rPr>
      <w:color w:val="0563C1" w:themeColor="hyperlink"/>
      <w:u w:val="single"/>
    </w:rPr>
  </w:style>
  <w:style w:type="paragraph" w:customStyle="1" w:styleId="PKTpunkt">
    <w:name w:val="PKT – punkt"/>
    <w:link w:val="PKTpunktZnak"/>
    <w:uiPriority w:val="16"/>
    <w:qFormat/>
    <w:rsid w:val="007E3C66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character" w:customStyle="1" w:styleId="PKTpunktZnak">
    <w:name w:val="PKT – punkt Znak"/>
    <w:basedOn w:val="Domylnaczcionkaakapitu"/>
    <w:link w:val="PKTpunkt"/>
    <w:uiPriority w:val="16"/>
    <w:locked/>
    <w:rsid w:val="007E3C66"/>
    <w:rPr>
      <w:rFonts w:ascii="Times" w:hAnsi="Times" w:cs="Arial"/>
      <w:bCs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2120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2120"/>
    <w:rPr>
      <w:rFonts w:asciiTheme="minorHAnsi" w:eastAsiaTheme="minorHAnsi" w:hAnsiTheme="minorHAnsi" w:cstheme="minorBid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C5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5C58"/>
  </w:style>
  <w:style w:type="character" w:styleId="Odwoanieprzypisukocowego">
    <w:name w:val="endnote reference"/>
    <w:basedOn w:val="Domylnaczcionkaakapitu"/>
    <w:uiPriority w:val="99"/>
    <w:semiHidden/>
    <w:unhideWhenUsed/>
    <w:rsid w:val="00155C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01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78</TotalTime>
  <Pages>1</Pages>
  <Words>92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Witkowska-Krzymowska Magdalena</cp:lastModifiedBy>
  <cp:revision>18</cp:revision>
  <dcterms:created xsi:type="dcterms:W3CDTF">2021-06-09T11:59:00Z</dcterms:created>
  <dcterms:modified xsi:type="dcterms:W3CDTF">2021-07-22T14:46:00Z</dcterms:modified>
</cp:coreProperties>
</file>